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E5" w:rsidRDefault="009A1608" w:rsidP="005626E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0;margin-top:108pt;width:540pt;height:486pt;z-index:251659264;mso-position-horizontal:center" filled="f" stroked="f">
            <v:textbox style="mso-next-textbox:#_x0000_s1031">
              <w:txbxContent>
                <w:p w:rsidR="005D27B6" w:rsidRDefault="005D27B6" w:rsidP="005626E5">
                  <w:pPr>
                    <w:pStyle w:val="Beginyourletterhere"/>
                  </w:pPr>
                  <w:r>
                    <w:t>The following questions will be utilized to check for understanding of the basic electricity concepts included in Chapter 1 and 2 of the black 3 Ring Binders (White Pages). After constructing projects 1-4 the students will bring their project to the instructor for verification and a check on learning.</w:t>
                  </w:r>
                </w:p>
                <w:p w:rsidR="005D27B6" w:rsidRDefault="005D27B6" w:rsidP="005626E5">
                  <w:pPr>
                    <w:pStyle w:val="Beginyourletterhere"/>
                  </w:pPr>
                </w:p>
                <w:p w:rsidR="005D27B6" w:rsidRDefault="005D27B6" w:rsidP="005626E5">
                  <w:pPr>
                    <w:pStyle w:val="Beginyourletterhere"/>
                    <w:rPr>
                      <w:b/>
                      <w:sz w:val="24"/>
                    </w:rPr>
                  </w:pPr>
                  <w:r w:rsidRPr="004E3ED4">
                    <w:rPr>
                      <w:b/>
                      <w:sz w:val="24"/>
                    </w:rPr>
                    <w:t>PROJECT 1</w:t>
                  </w:r>
                </w:p>
                <w:p w:rsidR="005D27B6" w:rsidRDefault="005D27B6" w:rsidP="00CA042D">
                  <w:pPr>
                    <w:pStyle w:val="Beginyourletterhere"/>
                    <w:numPr>
                      <w:ilvl w:val="0"/>
                      <w:numId w:val="13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What type of reaction is happening in the batteries?</w:t>
                  </w:r>
                  <w:sdt>
                    <w:sdtPr>
                      <w:rPr>
                        <w:szCs w:val="20"/>
                      </w:rPr>
                      <w:id w:val="841422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  <w:r>
                    <w:rPr>
                      <w:szCs w:val="20"/>
                    </w:rPr>
                    <w:t xml:space="preserve">  </w:t>
                  </w:r>
                </w:p>
                <w:p w:rsidR="005D27B6" w:rsidRDefault="005D27B6" w:rsidP="00CA042D">
                  <w:pPr>
                    <w:pStyle w:val="Beginyourletterhere"/>
                    <w:numPr>
                      <w:ilvl w:val="0"/>
                      <w:numId w:val="13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The flow of electricity go</w:t>
                  </w:r>
                  <w:r w:rsidR="0017366C">
                    <w:rPr>
                      <w:szCs w:val="20"/>
                    </w:rPr>
                    <w:t xml:space="preserve">es from what pole to what pole </w:t>
                  </w:r>
                  <w:sdt>
                    <w:sdtPr>
                      <w:rPr>
                        <w:szCs w:val="20"/>
                      </w:rPr>
                      <w:id w:val="841423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CA042D">
                  <w:pPr>
                    <w:pStyle w:val="Beginyourletterhere"/>
                    <w:numPr>
                      <w:ilvl w:val="0"/>
                      <w:numId w:val="13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What type of circuit do you have when the switch is off?  </w:t>
                  </w:r>
                  <w:sdt>
                    <w:sdtPr>
                      <w:rPr>
                        <w:szCs w:val="20"/>
                      </w:rPr>
                      <w:id w:val="841424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17366C" w:rsidRDefault="005D27B6" w:rsidP="00CA042D">
                  <w:pPr>
                    <w:pStyle w:val="Beginyourletterhere"/>
                    <w:numPr>
                      <w:ilvl w:val="0"/>
                      <w:numId w:val="13"/>
                    </w:numPr>
                    <w:rPr>
                      <w:szCs w:val="20"/>
                    </w:rPr>
                  </w:pPr>
                  <w:r w:rsidRPr="0017366C">
                    <w:rPr>
                      <w:szCs w:val="20"/>
                    </w:rPr>
                    <w:t xml:space="preserve">What type of circuit do you have when the switch is on? </w:t>
                  </w:r>
                  <w:sdt>
                    <w:sdtPr>
                      <w:rPr>
                        <w:szCs w:val="20"/>
                      </w:rPr>
                      <w:id w:val="841425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Pr="0017366C" w:rsidRDefault="005D27B6" w:rsidP="00CA042D">
                  <w:pPr>
                    <w:pStyle w:val="Beginyourletterhere"/>
                    <w:numPr>
                      <w:ilvl w:val="0"/>
                      <w:numId w:val="13"/>
                    </w:numPr>
                    <w:rPr>
                      <w:szCs w:val="20"/>
                    </w:rPr>
                  </w:pPr>
                  <w:r w:rsidRPr="0017366C">
                    <w:rPr>
                      <w:szCs w:val="20"/>
                    </w:rPr>
                    <w:t xml:space="preserve">The chemical reaction in the battery is converted into ___________ energy? </w:t>
                  </w:r>
                  <w:sdt>
                    <w:sdtPr>
                      <w:rPr>
                        <w:szCs w:val="20"/>
                      </w:rPr>
                      <w:id w:val="841426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CA042D">
                  <w:pPr>
                    <w:pStyle w:val="Beginyourletterhere"/>
                    <w:numPr>
                      <w:ilvl w:val="0"/>
                      <w:numId w:val="13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The electrical energy in project one is converted into what two kinds of energy</w:t>
                  </w:r>
                  <w:r w:rsidR="0017366C">
                    <w:rPr>
                      <w:szCs w:val="20"/>
                    </w:rPr>
                    <w:t xml:space="preserve">? </w:t>
                  </w:r>
                  <w:sdt>
                    <w:sdtPr>
                      <w:rPr>
                        <w:szCs w:val="20"/>
                      </w:rPr>
                      <w:id w:val="841427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CA042D">
                  <w:pPr>
                    <w:pStyle w:val="Beginyourletterhere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PROJECT 2</w:t>
                  </w:r>
                </w:p>
                <w:p w:rsidR="005D27B6" w:rsidRDefault="005D27B6" w:rsidP="0042736D">
                  <w:pPr>
                    <w:pStyle w:val="Beginyourletterhere"/>
                    <w:numPr>
                      <w:ilvl w:val="0"/>
                      <w:numId w:val="16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In this project, electrical energy is changed into what type of energy? </w:t>
                  </w:r>
                  <w:sdt>
                    <w:sdtPr>
                      <w:rPr>
                        <w:szCs w:val="20"/>
                      </w:rPr>
                      <w:id w:val="841428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42736D">
                  <w:pPr>
                    <w:pStyle w:val="Beginyourletterhere"/>
                    <w:numPr>
                      <w:ilvl w:val="0"/>
                      <w:numId w:val="16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What type of motor is used in the circuit? Give some examples. </w:t>
                  </w:r>
                  <w:sdt>
                    <w:sdtPr>
                      <w:rPr>
                        <w:szCs w:val="20"/>
                      </w:rPr>
                      <w:id w:val="841429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42736D">
                  <w:pPr>
                    <w:pStyle w:val="Beginyourletterhere"/>
                    <w:numPr>
                      <w:ilvl w:val="0"/>
                      <w:numId w:val="16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If you were to remove any of the #2 Snap circuits, would the fan still work? </w:t>
                  </w:r>
                  <w:sdt>
                    <w:sdtPr>
                      <w:rPr>
                        <w:szCs w:val="20"/>
                      </w:rPr>
                      <w:id w:val="841438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196065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  <w:r>
                    <w:rPr>
                      <w:szCs w:val="20"/>
                    </w:rPr>
                    <w:t>Why?</w:t>
                  </w:r>
                  <w:sdt>
                    <w:sdtPr>
                      <w:rPr>
                        <w:szCs w:val="20"/>
                      </w:rPr>
                      <w:id w:val="841430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  <w:r>
                    <w:rPr>
                      <w:szCs w:val="20"/>
                    </w:rPr>
                    <w:t xml:space="preserve"> </w:t>
                  </w:r>
                </w:p>
                <w:p w:rsidR="005D27B6" w:rsidRDefault="005D27B6" w:rsidP="0042736D">
                  <w:pPr>
                    <w:pStyle w:val="Beginyourletterhere"/>
                    <w:numPr>
                      <w:ilvl w:val="0"/>
                      <w:numId w:val="16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What does DC stand for? </w:t>
                  </w:r>
                  <w:sdt>
                    <w:sdtPr>
                      <w:rPr>
                        <w:szCs w:val="20"/>
                      </w:rPr>
                      <w:id w:val="841431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42736D">
                  <w:pPr>
                    <w:pStyle w:val="Beginyourletterhere"/>
                    <w:numPr>
                      <w:ilvl w:val="0"/>
                      <w:numId w:val="16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In this circuit, the motor is set up with the POS (+) pole in line with the POS (+) pole of the battery. This is known as reverse polarity. What is polarity?</w:t>
                  </w:r>
                  <w:sdt>
                    <w:sdtPr>
                      <w:rPr>
                        <w:szCs w:val="20"/>
                      </w:rPr>
                      <w:id w:val="841432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  <w:r>
                    <w:rPr>
                      <w:szCs w:val="20"/>
                    </w:rPr>
                    <w:t xml:space="preserve"> What would happen to the direction of the fan if you changed the polarity? </w:t>
                  </w:r>
                  <w:sdt>
                    <w:sdtPr>
                      <w:rPr>
                        <w:szCs w:val="20"/>
                      </w:rPr>
                      <w:id w:val="841433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5B60C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5539F1">
                  <w:pPr>
                    <w:pStyle w:val="Beginyourletterhere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PROJECT 3 </w:t>
                  </w:r>
                </w:p>
                <w:p w:rsidR="005D27B6" w:rsidRPr="005539F1" w:rsidRDefault="005D27B6" w:rsidP="005539F1">
                  <w:pPr>
                    <w:pStyle w:val="Beginyourletterhere"/>
                    <w:numPr>
                      <w:ilvl w:val="0"/>
                      <w:numId w:val="17"/>
                    </w:numPr>
                    <w:rPr>
                      <w:b/>
                      <w:sz w:val="24"/>
                    </w:rPr>
                  </w:pPr>
                  <w:r>
                    <w:rPr>
                      <w:szCs w:val="20"/>
                    </w:rPr>
                    <w:t xml:space="preserve">In this project, electrical energy is changed into what type of energy? </w:t>
                  </w:r>
                  <w:sdt>
                    <w:sdtPr>
                      <w:rPr>
                        <w:szCs w:val="20"/>
                      </w:rPr>
                      <w:id w:val="841434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E874E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Pr="005539F1" w:rsidRDefault="005D27B6" w:rsidP="005539F1">
                  <w:pPr>
                    <w:pStyle w:val="Beginyourletterhere"/>
                    <w:numPr>
                      <w:ilvl w:val="0"/>
                      <w:numId w:val="17"/>
                    </w:numPr>
                    <w:rPr>
                      <w:b/>
                      <w:sz w:val="24"/>
                    </w:rPr>
                  </w:pPr>
                  <w:r>
                    <w:rPr>
                      <w:szCs w:val="20"/>
                    </w:rPr>
                    <w:t>What is an IC? P.4 Gold pages</w:t>
                  </w:r>
                  <w:proofErr w:type="gramStart"/>
                  <w:r>
                    <w:rPr>
                      <w:szCs w:val="20"/>
                    </w:rPr>
                    <w:t>)</w:t>
                  </w:r>
                  <w:proofErr w:type="gramEnd"/>
                  <w:sdt>
                    <w:sdtPr>
                      <w:rPr>
                        <w:szCs w:val="20"/>
                      </w:rPr>
                      <w:id w:val="841435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E874E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Pr="005539F1" w:rsidRDefault="005D27B6" w:rsidP="005539F1">
                  <w:pPr>
                    <w:pStyle w:val="Beginyourletterhere"/>
                    <w:numPr>
                      <w:ilvl w:val="0"/>
                      <w:numId w:val="17"/>
                    </w:numPr>
                    <w:rPr>
                      <w:b/>
                      <w:sz w:val="24"/>
                    </w:rPr>
                  </w:pPr>
                  <w:r>
                    <w:rPr>
                      <w:szCs w:val="20"/>
                    </w:rPr>
                    <w:t xml:space="preserve">What is the WC? How is it </w:t>
                  </w:r>
                  <w:proofErr w:type="gramStart"/>
                  <w:r>
                    <w:rPr>
                      <w:szCs w:val="20"/>
                    </w:rPr>
                    <w:t>switched/activated</w:t>
                  </w:r>
                  <w:proofErr w:type="gramEnd"/>
                  <w:r>
                    <w:rPr>
                      <w:szCs w:val="20"/>
                    </w:rPr>
                    <w:t xml:space="preserve">? </w:t>
                  </w:r>
                  <w:sdt>
                    <w:sdtPr>
                      <w:rPr>
                        <w:szCs w:val="20"/>
                      </w:rPr>
                      <w:id w:val="841436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E874E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CB4CA0">
                  <w:pPr>
                    <w:pStyle w:val="Beginyourletterhere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PROJECT 4</w:t>
                  </w:r>
                </w:p>
                <w:p w:rsidR="005D27B6" w:rsidRDefault="005D27B6" w:rsidP="005D27B6">
                  <w:pPr>
                    <w:pStyle w:val="Beginyourletterhere"/>
                    <w:numPr>
                      <w:ilvl w:val="0"/>
                      <w:numId w:val="18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In this project you changed the amount of current flowing to the speaker, what part in the circuit did this? </w:t>
                  </w:r>
                </w:p>
                <w:p w:rsidR="005D27B6" w:rsidRDefault="005D27B6" w:rsidP="005D27B6">
                  <w:pPr>
                    <w:pStyle w:val="Beginyourletterhere"/>
                    <w:numPr>
                      <w:ilvl w:val="0"/>
                      <w:numId w:val="18"/>
                    </w:num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Resistance is measured in what unit? </w:t>
                  </w:r>
                  <w:sdt>
                    <w:sdtPr>
                      <w:rPr>
                        <w:szCs w:val="20"/>
                      </w:rPr>
                      <w:id w:val="841437"/>
                      <w:placeholder>
                        <w:docPart w:val="DefaultPlaceholder_22675703"/>
                      </w:placeholder>
                      <w:showingPlcHdr/>
                    </w:sdtPr>
                    <w:sdtContent>
                      <w:r w:rsidR="00E874E6" w:rsidRPr="00F90368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5D27B6" w:rsidRDefault="005D27B6" w:rsidP="005D27B6">
                  <w:pPr>
                    <w:pStyle w:val="Beginyourletterhere"/>
                    <w:rPr>
                      <w:szCs w:val="20"/>
                    </w:rPr>
                  </w:pPr>
                </w:p>
                <w:p w:rsidR="005D27B6" w:rsidRPr="005D27B6" w:rsidRDefault="005D27B6" w:rsidP="005D27B6">
                  <w:pPr>
                    <w:pStyle w:val="Beginyourletterhere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PROJECTS 5-12 will be completed at the students pace</w:t>
                  </w:r>
                  <w:r w:rsidR="00481147">
                    <w:rPr>
                      <w:szCs w:val="20"/>
                    </w:rPr>
                    <w:t xml:space="preserve"> utilizing the handouts in the black binders.</w:t>
                  </w:r>
                  <w:r w:rsidR="00B62B2F">
                    <w:rPr>
                      <w:szCs w:val="20"/>
                    </w:rPr>
                    <w:t xml:space="preserve"> The students will complete this within </w:t>
                  </w:r>
                  <w:r w:rsidR="00B62B2F" w:rsidRPr="00276EBD">
                    <w:rPr>
                      <w:b/>
                      <w:szCs w:val="20"/>
                      <w:u w:val="single"/>
                    </w:rPr>
                    <w:t>5 days of beginning</w:t>
                  </w:r>
                  <w:r w:rsidR="00B62B2F">
                    <w:rPr>
                      <w:szCs w:val="20"/>
                    </w:rPr>
                    <w:t xml:space="preserve">. </w:t>
                  </w:r>
                </w:p>
                <w:p w:rsidR="005D27B6" w:rsidRDefault="005D27B6"/>
              </w:txbxContent>
            </v:textbox>
          </v:shape>
        </w:pict>
      </w:r>
      <w:r>
        <w:pict>
          <v:shape id="_x0000_s1027" type="#_x0000_t202" style="position:absolute;margin-left:292.05pt;margin-top:18.2pt;width:189pt;height:81pt;z-index:251656192" filled="f" stroked="f">
            <v:textbox style="mso-next-textbox:#_x0000_s1027">
              <w:txbxContent>
                <w:p w:rsidR="005D27B6" w:rsidRDefault="005D27B6" w:rsidP="005626E5">
                  <w:pPr>
                    <w:pStyle w:val="EnterCompanyName"/>
                  </w:pPr>
                  <w:r>
                    <w:t xml:space="preserve">HMS </w:t>
                  </w:r>
                </w:p>
                <w:p w:rsidR="005D27B6" w:rsidRDefault="005D27B6" w:rsidP="005626E5">
                  <w:pPr>
                    <w:pStyle w:val="EnterCompanyName"/>
                  </w:pPr>
                  <w:r>
                    <w:t xml:space="preserve">STEM </w:t>
                  </w:r>
                </w:p>
                <w:p w:rsidR="005D27B6" w:rsidRPr="007C6892" w:rsidRDefault="005D27B6" w:rsidP="005626E5">
                  <w:pPr>
                    <w:pStyle w:val="EnterCompanyName"/>
                  </w:pPr>
                  <w:r>
                    <w:t>7</w:t>
                  </w:r>
                  <w:r w:rsidRPr="004E3ED4">
                    <w:rPr>
                      <w:vertAlign w:val="superscript"/>
                    </w:rPr>
                    <w:t>th</w:t>
                  </w:r>
                  <w:r>
                    <w:t xml:space="preserve"> Grade</w:t>
                  </w:r>
                </w:p>
              </w:txbxContent>
            </v:textbox>
          </v:shape>
        </w:pict>
      </w:r>
      <w:r w:rsidR="00291CF8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-1205865</wp:posOffset>
            </wp:positionH>
            <wp:positionV relativeFrom="paragraph">
              <wp:posOffset>-911860</wp:posOffset>
            </wp:positionV>
            <wp:extent cx="7772400" cy="10058400"/>
            <wp:effectExtent l="19050" t="0" r="0" b="0"/>
            <wp:wrapNone/>
            <wp:docPr id="6" name="Picture 6" descr="UrbanMod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rbanModer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26E5">
        <w:softHyphen/>
      </w:r>
      <w:r w:rsidR="005626E5">
        <w:softHyphen/>
      </w:r>
    </w:p>
    <w:sectPr w:rsidR="005626E5" w:rsidSect="005626E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B649A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A88E4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DF488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7F090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69A0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7D4E9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21043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09896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5402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EF4D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9CEA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C1F2DE2"/>
    <w:multiLevelType w:val="hybridMultilevel"/>
    <w:tmpl w:val="C4C0A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734A43"/>
    <w:multiLevelType w:val="hybridMultilevel"/>
    <w:tmpl w:val="5F42D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F542D"/>
    <w:multiLevelType w:val="hybridMultilevel"/>
    <w:tmpl w:val="115E9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C0C99"/>
    <w:multiLevelType w:val="hybridMultilevel"/>
    <w:tmpl w:val="DDB4E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27DCF"/>
    <w:multiLevelType w:val="hybridMultilevel"/>
    <w:tmpl w:val="772E8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11CE1"/>
    <w:multiLevelType w:val="hybridMultilevel"/>
    <w:tmpl w:val="1556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A5A71"/>
    <w:multiLevelType w:val="hybridMultilevel"/>
    <w:tmpl w:val="DAFCB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3"/>
  </w:num>
  <w:num w:numId="14">
    <w:abstractNumId w:val="14"/>
  </w:num>
  <w:num w:numId="15">
    <w:abstractNumId w:val="17"/>
  </w:num>
  <w:num w:numId="16">
    <w:abstractNumId w:val="16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E3ED4"/>
    <w:rsid w:val="0017366C"/>
    <w:rsid w:val="00196065"/>
    <w:rsid w:val="001F1B87"/>
    <w:rsid w:val="00276EBD"/>
    <w:rsid w:val="00291CF8"/>
    <w:rsid w:val="00391F25"/>
    <w:rsid w:val="0042736D"/>
    <w:rsid w:val="00474B08"/>
    <w:rsid w:val="00481147"/>
    <w:rsid w:val="004E3ED4"/>
    <w:rsid w:val="005539F1"/>
    <w:rsid w:val="005626E5"/>
    <w:rsid w:val="005B60C6"/>
    <w:rsid w:val="005D27B6"/>
    <w:rsid w:val="0073726F"/>
    <w:rsid w:val="009A1608"/>
    <w:rsid w:val="00B62B2F"/>
    <w:rsid w:val="00CA042D"/>
    <w:rsid w:val="00CB4CA0"/>
    <w:rsid w:val="00CE6765"/>
    <w:rsid w:val="00D01728"/>
    <w:rsid w:val="00E8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7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terCompanyName">
    <w:name w:val="Enter Company Name"/>
    <w:basedOn w:val="Normal"/>
    <w:link w:val="EnterCompanyNameChar"/>
    <w:qFormat/>
    <w:rsid w:val="00D01728"/>
    <w:pPr>
      <w:jc w:val="right"/>
    </w:pPr>
    <w:rPr>
      <w:rFonts w:ascii="Arial" w:hAnsi="Arial"/>
      <w:b/>
      <w:color w:val="006666"/>
      <w:sz w:val="28"/>
    </w:rPr>
  </w:style>
  <w:style w:type="paragraph" w:customStyle="1" w:styleId="Beginyourletterhere">
    <w:name w:val="Begin your letter here"/>
    <w:basedOn w:val="Normal"/>
    <w:link w:val="BeginyourletterhereChar"/>
    <w:qFormat/>
    <w:rsid w:val="00D01728"/>
    <w:rPr>
      <w:rFonts w:ascii="Arial" w:hAnsi="Arial"/>
      <w:color w:val="006666"/>
      <w:sz w:val="20"/>
    </w:rPr>
  </w:style>
  <w:style w:type="character" w:customStyle="1" w:styleId="EnterCompanyNameChar">
    <w:name w:val="Enter Company Name Char"/>
    <w:basedOn w:val="DefaultParagraphFont"/>
    <w:link w:val="EnterCompanyName"/>
    <w:rsid w:val="00D01728"/>
    <w:rPr>
      <w:rFonts w:ascii="Arial" w:hAnsi="Arial"/>
      <w:b/>
      <w:color w:val="006666"/>
      <w:sz w:val="28"/>
      <w:szCs w:val="24"/>
    </w:rPr>
  </w:style>
  <w:style w:type="paragraph" w:customStyle="1" w:styleId="Address01">
    <w:name w:val="Address 01"/>
    <w:basedOn w:val="Normal"/>
    <w:link w:val="Address01Char"/>
    <w:qFormat/>
    <w:rsid w:val="00D01728"/>
    <w:rPr>
      <w:rFonts w:ascii="Arial" w:hAnsi="Arial"/>
      <w:color w:val="006666"/>
      <w:sz w:val="18"/>
    </w:rPr>
  </w:style>
  <w:style w:type="character" w:customStyle="1" w:styleId="BeginyourletterhereChar">
    <w:name w:val="Begin your letter here Char"/>
    <w:basedOn w:val="DefaultParagraphFont"/>
    <w:link w:val="Beginyourletterhere"/>
    <w:rsid w:val="00D01728"/>
    <w:rPr>
      <w:rFonts w:ascii="Arial" w:hAnsi="Arial"/>
      <w:color w:val="006666"/>
      <w:szCs w:val="24"/>
    </w:rPr>
  </w:style>
  <w:style w:type="character" w:customStyle="1" w:styleId="Address01Char">
    <w:name w:val="Address 01 Char"/>
    <w:basedOn w:val="DefaultParagraphFont"/>
    <w:link w:val="Address01"/>
    <w:rsid w:val="00D01728"/>
    <w:rPr>
      <w:rFonts w:ascii="Arial" w:hAnsi="Arial"/>
      <w:color w:val="006666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5B60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0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0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ary\Application%20Data\Microsoft\Templates\HP_UrbanModern_Letterhead_TP10379664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8C6B9-9EB5-4552-BFAD-1362ED4D6720}"/>
      </w:docPartPr>
      <w:docPartBody>
        <w:p w:rsidR="00000000" w:rsidRDefault="0069575A">
          <w:r w:rsidRPr="00F9036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9575A"/>
    <w:rsid w:val="0069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575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HP_UrbanModern_Letterhead_TP10379664.dot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cp:lastPrinted>2007-03-15T14:36:00Z</cp:lastPrinted>
  <dcterms:created xsi:type="dcterms:W3CDTF">2013-09-05T14:47:00Z</dcterms:created>
  <dcterms:modified xsi:type="dcterms:W3CDTF">2014-02-10T14:27:00Z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TC103796649990</vt:lpwstr>
  </property>
</Properties>
</file>